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051" w:rsidRPr="00F45E3F" w:rsidRDefault="00F45E3F" w:rsidP="006F7D6E">
      <w:pPr>
        <w:autoSpaceDE w:val="0"/>
        <w:autoSpaceDN w:val="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F4701" wp14:editId="0E63BDB8">
                <wp:simplePos x="0" y="0"/>
                <wp:positionH relativeFrom="column">
                  <wp:posOffset>31750</wp:posOffset>
                </wp:positionH>
                <wp:positionV relativeFrom="paragraph">
                  <wp:posOffset>1933575</wp:posOffset>
                </wp:positionV>
                <wp:extent cx="1790065" cy="1041400"/>
                <wp:effectExtent l="0" t="0" r="635" b="6350"/>
                <wp:wrapNone/>
                <wp:docPr id="3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065" cy="1041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45E3F" w:rsidRDefault="00F45E3F">
                            <w:pPr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今年一年がご家族皆様にとって、健康で幸せな年でありますよう、お祈り申し上げます。</w:t>
                            </w:r>
                          </w:p>
                          <w:p w:rsidR="00F45E3F" w:rsidRPr="00F45E3F" w:rsidRDefault="00F45E3F">
                            <w:pPr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2017年 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4F4701" id="_x0000_t202" coordsize="21600,21600" o:spt="202" path="m,l,21600r21600,l21600,xe">
                <v:stroke joinstyle="miter"/>
                <v:path gradientshapeok="t" o:connecttype="rect"/>
              </v:shapetype>
              <v:shape id="Greet" o:spid="_x0000_s1026" type="#_x0000_t202" style="position:absolute;left:0;text-align:left;margin-left:2.5pt;margin-top:152.25pt;width:140.95pt;height:8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" filled="f" stroked="f" strokeweight=".5pt">
                <v:textbox inset="0,0,0,0">
                  <w:txbxContent>
                    <w:p w:rsidR="00F45E3F" w:rsidRDefault="00F45E3F">
                      <w:pPr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今年一年がご家族皆様にとって、健康で幸せな年でありますよう、お祈り申し上げます。</w:t>
                      </w:r>
                    </w:p>
                    <w:p w:rsidR="00F45E3F" w:rsidRPr="00F45E3F" w:rsidRDefault="00F45E3F">
                      <w:pPr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2017年 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436471" wp14:editId="45711C71">
                <wp:simplePos x="0" y="0"/>
                <wp:positionH relativeFrom="column">
                  <wp:posOffset>2901850</wp:posOffset>
                </wp:positionH>
                <wp:positionV relativeFrom="paragraph">
                  <wp:posOffset>2685555</wp:posOffset>
                </wp:positionV>
                <wp:extent cx="1296000" cy="360000"/>
                <wp:effectExtent l="0" t="0" r="0" b="2540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00" cy="36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45E3F" w:rsidRDefault="00F45E3F" w:rsidP="00F45E3F">
                            <w:pPr>
                              <w:jc w:val="distribute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Tel: 0144-xx-xxxx</w:t>
                            </w:r>
                          </w:p>
                          <w:p w:rsidR="00F45E3F" w:rsidRPr="00F45E3F" w:rsidRDefault="00F45E3F" w:rsidP="00F45E3F">
                            <w:pPr>
                              <w:jc w:val="distribute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F45E3F">
                              <w:rPr>
                                <w:rFonts w:ascii="ＭＳ ゴシック" w:eastAsia="ＭＳ ゴシック" w:hAnsi="ＭＳ ゴシック"/>
                                <w:spacing w:val="31"/>
                                <w:sz w:val="18"/>
                                <w:fitText w:val="2040" w:id="1285922560"/>
                              </w:rPr>
                              <w:t>test.jikkyo.co.j</w:t>
                            </w:r>
                            <w:r w:rsidRPr="00F45E3F">
                              <w:rPr>
                                <w:rFonts w:ascii="ＭＳ ゴシック" w:eastAsia="ＭＳ ゴシック" w:hAnsi="ＭＳ ゴシック"/>
                                <w:spacing w:val="14"/>
                                <w:sz w:val="18"/>
                                <w:fitText w:val="2040" w:id="1285922560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36471" id="Info" o:spid="_x0000_s1027" type="#_x0000_t202" style="position:absolute;left:0;text-align:left;margin-left:228.5pt;margin-top:211.45pt;width:102.05pt;height:28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" filled="f" stroked="f" strokeweight=".5pt">
                <v:textbox inset="0,0,0,0">
                  <w:txbxContent>
                    <w:p w:rsidR="00F45E3F" w:rsidRDefault="00F45E3F" w:rsidP="00F45E3F">
                      <w:pPr>
                        <w:jc w:val="distribute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Tel: 0144-xx-xxxx</w:t>
                      </w:r>
                    </w:p>
                    <w:p w:rsidR="00F45E3F" w:rsidRPr="00F45E3F" w:rsidRDefault="00F45E3F" w:rsidP="00F45E3F">
                      <w:pPr>
                        <w:jc w:val="distribute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F45E3F">
                        <w:rPr>
                          <w:rFonts w:ascii="ＭＳ ゴシック" w:eastAsia="ＭＳ ゴシック" w:hAnsi="ＭＳ ゴシック"/>
                          <w:spacing w:val="31"/>
                          <w:sz w:val="18"/>
                          <w:fitText w:val="2040" w:id="1285922560"/>
                        </w:rPr>
                        <w:t>test.jikkyo.co.j</w:t>
                      </w:r>
                      <w:r w:rsidRPr="00F45E3F">
                        <w:rPr>
                          <w:rFonts w:ascii="ＭＳ ゴシック" w:eastAsia="ＭＳ ゴシック" w:hAnsi="ＭＳ ゴシック"/>
                          <w:spacing w:val="14"/>
                          <w:sz w:val="18"/>
                          <w:fitText w:val="2040" w:id="1285922560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5CE947" wp14:editId="4A6E148C">
                <wp:simplePos x="0" y="0"/>
                <wp:positionH relativeFrom="column">
                  <wp:posOffset>2325850</wp:posOffset>
                </wp:positionH>
                <wp:positionV relativeFrom="paragraph">
                  <wp:posOffset>2314755</wp:posOffset>
                </wp:positionV>
                <wp:extent cx="1828800" cy="403200"/>
                <wp:effectExtent l="0" t="0" r="0" b="0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45E3F" w:rsidRPr="00F45E3F" w:rsidRDefault="00F45E3F" w:rsidP="00F45E3F">
                            <w:pPr>
                              <w:jc w:val="distribute"/>
                              <w:rPr>
                                <w:rFonts w:ascii="ＭＳ ゴシック" w:eastAsia="ＭＳ ゴシック" w:hAnsi="ＭＳ ゴシック"/>
                                <w:sz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36"/>
                              </w:rPr>
                              <w:t>金田　金太郎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CE947" id="Name" o:spid="_x0000_s1028" type="#_x0000_t202" style="position:absolute;left:0;text-align:left;margin-left:183.15pt;margin-top:182.25pt;width:2in;height:3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" filled="f" stroked="f" strokeweight=".5pt">
                <v:textbox inset="0,0,0,0">
                  <w:txbxContent>
                    <w:p w:rsidR="00F45E3F" w:rsidRPr="00F45E3F" w:rsidRDefault="00F45E3F" w:rsidP="00F45E3F">
                      <w:pPr>
                        <w:jc w:val="distribute"/>
                        <w:rPr>
                          <w:rFonts w:ascii="ＭＳ ゴシック" w:eastAsia="ＭＳ ゴシック" w:hAnsi="ＭＳ ゴシック"/>
                          <w:sz w:val="3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36"/>
                        </w:rPr>
                        <w:t>金田　金太郎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170AD5" wp14:editId="1B0794A1">
                <wp:simplePos x="0" y="0"/>
                <wp:positionH relativeFrom="column">
                  <wp:posOffset>1991050</wp:posOffset>
                </wp:positionH>
                <wp:positionV relativeFrom="paragraph">
                  <wp:posOffset>1979955</wp:posOffset>
                </wp:positionV>
                <wp:extent cx="2160000" cy="346680"/>
                <wp:effectExtent l="0" t="0" r="12065" b="0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0" cy="346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45E3F" w:rsidRDefault="00F45E3F" w:rsidP="00F45E3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北海道苫小牧市美薗町12-34</w:t>
                            </w:r>
                          </w:p>
                          <w:p w:rsidR="00F45E3F" w:rsidRPr="00F45E3F" w:rsidRDefault="00F45E3F" w:rsidP="00F45E3F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70AD5" id="Address" o:spid="_x0000_s1029" type="#_x0000_t202" style="position:absolute;left:0;text-align:left;margin-left:156.8pt;margin-top:155.9pt;width:170.1pt;height:2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" filled="f" stroked="f" strokeweight=".5pt">
                <v:textbox inset="0,0,0,0">
                  <w:txbxContent>
                    <w:p w:rsidR="00F45E3F" w:rsidRDefault="00F45E3F" w:rsidP="00F45E3F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北海道苫小牧市美薗町12-34</w:t>
                      </w:r>
                    </w:p>
                    <w:p w:rsidR="00F45E3F" w:rsidRPr="00F45E3F" w:rsidRDefault="00F45E3F" w:rsidP="00F45E3F">
                      <w:pPr>
                        <w:jc w:val="righ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DD92B9" wp14:editId="2B527975">
                <wp:simplePos x="0" y="0"/>
                <wp:positionH relativeFrom="column">
                  <wp:posOffset>1991050</wp:posOffset>
                </wp:positionH>
                <wp:positionV relativeFrom="paragraph">
                  <wp:posOffset>1785555</wp:posOffset>
                </wp:positionV>
                <wp:extent cx="828000" cy="144000"/>
                <wp:effectExtent l="0" t="0" r="10795" b="8890"/>
                <wp:wrapNone/>
                <wp:docPr id="4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0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45E3F" w:rsidRPr="00F45E3F" w:rsidRDefault="00F45E3F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〒053-0041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DD92B9" id="Zip" o:spid="_x0000_s1030" type="#_x0000_t202" style="position:absolute;left:0;text-align:left;margin-left:156.8pt;margin-top:140.6pt;width:65.2pt;height: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" filled="f" stroked="f" strokeweight=".5pt">
                <v:textbox inset="0,0,0,0">
                  <w:txbxContent>
                    <w:p w:rsidR="00F45E3F" w:rsidRPr="00F45E3F" w:rsidRDefault="00F45E3F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〒053-0041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2865755</wp:posOffset>
            </wp:positionH>
            <wp:positionV relativeFrom="page">
              <wp:posOffset>848995</wp:posOffset>
            </wp:positionV>
            <wp:extent cx="1419120" cy="764170"/>
            <wp:effectExtent l="0" t="0" r="0" b="0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120" cy="764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page">
              <wp:posOffset>741045</wp:posOffset>
            </wp:positionH>
            <wp:positionV relativeFrom="page">
              <wp:posOffset>395605</wp:posOffset>
            </wp:positionV>
            <wp:extent cx="1727280" cy="1655359"/>
            <wp:effectExtent l="0" t="0" r="6350" b="2540"/>
            <wp:wrapNone/>
            <wp:docPr id="1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80" cy="16553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E2051" w:rsidRPr="00F45E3F" w:rsidSect="006F7D6E">
      <w:pgSz w:w="8420" w:h="5670" w:orient="landscape" w:code="43"/>
      <w:pgMar w:top="567" w:right="851" w:bottom="567" w:left="851" w:header="720" w:footer="720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E3F"/>
    <w:rsid w:val="00361E45"/>
    <w:rsid w:val="004E2051"/>
    <w:rsid w:val="006F7D6E"/>
    <w:rsid w:val="00F4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4D2420-463E-4345-AB6E-6224437F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="Century" w:cs="Times New Roman"/>
        <w:sz w:val="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F45E3F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F45E3F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45E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45E3F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F45E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45E3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kero bam</dc:creator>
  <cp:keywords/>
  <dc:description/>
  <cp:lastModifiedBy>宮岸由紀雄</cp:lastModifiedBy>
  <cp:revision>4</cp:revision>
  <dcterms:created xsi:type="dcterms:W3CDTF">2016-12-20T13:29:00Z</dcterms:created>
  <dcterms:modified xsi:type="dcterms:W3CDTF">2016-10-30T16:41:00Z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rdType">
    <vt:i4>1</vt:i4>
  </property>
  <property fmtid="{D5CDD505-2E9C-101B-9397-08002B2CF9AE}" pid="3" name="Nengo">
    <vt:i4>1</vt:i4>
  </property>
  <property fmtid="{D5CDD505-2E9C-101B-9397-08002B2CF9AE}" pid="4" name="WizardSucceeded">
    <vt:i4>1</vt:i4>
  </property>
  <property fmtid="{D5CDD505-2E9C-101B-9397-08002B2CF9AE}" pid="5" name="Layout">
    <vt:i4>16</vt:i4>
  </property>
</Properties>
</file>